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D9DD595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612BC">
        <w:rPr>
          <w:rFonts w:ascii="Corbel" w:hAnsi="Corbel"/>
          <w:i/>
          <w:smallCaps/>
          <w:sz w:val="24"/>
          <w:szCs w:val="24"/>
        </w:rPr>
        <w:t>2022-2025</w:t>
      </w:r>
    </w:p>
    <w:p w14:paraId="0F05DE12" w14:textId="6F1CA23C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1F21F3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4612B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612BC">
        <w:rPr>
          <w:rFonts w:ascii="Corbel" w:hAnsi="Corbel"/>
          <w:sz w:val="20"/>
          <w:szCs w:val="20"/>
        </w:rPr>
        <w:t>5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3047E7E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</w:t>
            </w:r>
            <w:proofErr w:type="spellEnd"/>
            <w:r w:rsidR="00E86D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1F21F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2BCD344B" w:rsidR="00A43F63" w:rsidRPr="009C54AE" w:rsidRDefault="001F21F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30A34761" w:rsidR="00015B8F" w:rsidRPr="009C54AE" w:rsidRDefault="001F2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</w:t>
      </w:r>
      <w:bookmarkStart w:id="1" w:name="_GoBack"/>
      <w:bookmarkEnd w:id="1"/>
      <w:r w:rsidRPr="00FD7701">
        <w:rPr>
          <w:rStyle w:val="normaltextrun"/>
          <w:rFonts w:ascii="Corbel" w:hAnsi="Corbel" w:cs="Segoe UI"/>
        </w:rPr>
        <w:t>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66FBE" w14:textId="77777777" w:rsidR="00E3779A" w:rsidRDefault="00E3779A" w:rsidP="00C16ABF">
      <w:pPr>
        <w:spacing w:after="0" w:line="240" w:lineRule="auto"/>
      </w:pPr>
      <w:r>
        <w:separator/>
      </w:r>
    </w:p>
  </w:endnote>
  <w:endnote w:type="continuationSeparator" w:id="0">
    <w:p w14:paraId="5FB584D2" w14:textId="77777777" w:rsidR="00E3779A" w:rsidRDefault="00E377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8E34C" w14:textId="77777777" w:rsidR="00E3779A" w:rsidRDefault="00E3779A" w:rsidP="00C16ABF">
      <w:pPr>
        <w:spacing w:after="0" w:line="240" w:lineRule="auto"/>
      </w:pPr>
      <w:r>
        <w:separator/>
      </w:r>
    </w:p>
  </w:footnote>
  <w:footnote w:type="continuationSeparator" w:id="0">
    <w:p w14:paraId="78558C59" w14:textId="77777777" w:rsidR="00E3779A" w:rsidRDefault="00E3779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1F3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2BC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27FF9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620A"/>
    <w:rsid w:val="00724677"/>
    <w:rsid w:val="00725459"/>
    <w:rsid w:val="00731AE5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C54B0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3779A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91239-A134-470B-9122-2819CFD6F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CEFC7A-C659-4A45-BA94-57296A895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F25E3A-A663-4FF8-B797-6C84BC52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891</Words>
  <Characters>5350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23</cp:revision>
  <cp:lastPrinted>2017-02-15T21:41:00Z</cp:lastPrinted>
  <dcterms:created xsi:type="dcterms:W3CDTF">2020-12-04T19:56:00Z</dcterms:created>
  <dcterms:modified xsi:type="dcterms:W3CDTF">2022-05-29T19:56:00Z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